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A0A" w:rsidRPr="00FE5A0A" w:rsidRDefault="00FE5A0A" w:rsidP="00FE5A0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E5A0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E5A0A" w:rsidRPr="00FE5A0A" w:rsidRDefault="00FE5A0A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9B3FE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DB4F9D" w:rsidRDefault="00DB75C9" w:rsidP="00EB459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využití systému zavedeného městem Strakonice pro nakládání s komunálním odpadem</w:t>
      </w:r>
    </w:p>
    <w:p w:rsidR="00053C5A" w:rsidRPr="00053C5A" w:rsidRDefault="00F5585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 </w:t>
      </w:r>
      <w:r w:rsidR="00DF3FDC">
        <w:rPr>
          <w:rFonts w:ascii="Tahoma" w:hAnsi="Tahoma" w:cs="Tahoma"/>
          <w:b/>
          <w:u w:val="single"/>
        </w:rPr>
        <w:t>květen</w:t>
      </w:r>
      <w:r>
        <w:rPr>
          <w:rFonts w:ascii="Tahoma" w:hAnsi="Tahoma" w:cs="Tahoma"/>
          <w:b/>
          <w:u w:val="single"/>
        </w:rPr>
        <w:t xml:space="preserve"> 202</w:t>
      </w:r>
      <w:r w:rsidR="00DB4F9D">
        <w:rPr>
          <w:rFonts w:ascii="Tahoma" w:hAnsi="Tahoma" w:cs="Tahoma"/>
          <w:b/>
          <w:u w:val="single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B75C9">
        <w:rPr>
          <w:rFonts w:ascii="Tahoma" w:hAnsi="Tahoma" w:cs="Tahoma"/>
          <w:sz w:val="20"/>
          <w:szCs w:val="20"/>
        </w:rPr>
        <w:t>9.</w:t>
      </w:r>
      <w:r w:rsidR="00DF3FDC">
        <w:rPr>
          <w:rFonts w:ascii="Tahoma" w:hAnsi="Tahoma" w:cs="Tahoma"/>
          <w:sz w:val="20"/>
          <w:szCs w:val="20"/>
        </w:rPr>
        <w:t xml:space="preserve"> </w:t>
      </w:r>
      <w:r w:rsidR="00DB75C9">
        <w:rPr>
          <w:rFonts w:ascii="Tahoma" w:hAnsi="Tahoma" w:cs="Tahoma"/>
          <w:sz w:val="20"/>
          <w:szCs w:val="20"/>
        </w:rPr>
        <w:t>června</w:t>
      </w:r>
      <w:r w:rsidR="00F86B17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1</w:t>
      </w:r>
    </w:p>
    <w:p w:rsidR="00AC01CC" w:rsidRPr="00AC01CC" w:rsidRDefault="00DB75C9" w:rsidP="00AC01CC">
      <w:pPr>
        <w:ind w:left="708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Lucie Klimešová, vedoucí oddělení ochrany prostředí</w:t>
      </w:r>
    </w:p>
    <w:p w:rsidR="00BD2255" w:rsidRDefault="00BD2255" w:rsidP="00AC01CC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BD2255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2</w:t>
      </w:r>
    </w:p>
    <w:p w:rsidR="00BD2255" w:rsidRPr="005E0400" w:rsidRDefault="00BD2255" w:rsidP="00BD225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Peter Kurek, pracovník krizového řízení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C01CC" w:rsidRDefault="00AC01C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C01CC" w:rsidRPr="005E0400" w:rsidRDefault="00AC01C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4F9D" w:rsidRDefault="00DB4F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75C9" w:rsidRDefault="00DB75C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75C9" w:rsidRDefault="00DB75C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37AD8" w:rsidRPr="00DB4F9D" w:rsidRDefault="00DB75C9" w:rsidP="00EB459B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Smlouva o využití systému zavedeného městem Strakonice pro nakládání s komunálním odpadem</w:t>
      </w:r>
    </w:p>
    <w:p w:rsidR="0060063D" w:rsidRDefault="0060063D" w:rsidP="0060063D"/>
    <w:p w:rsidR="00554408" w:rsidRPr="005E0400" w:rsidRDefault="00554408" w:rsidP="005544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</w:pPr>
      <w:r w:rsidRPr="005E0400">
        <w:t xml:space="preserve">I. </w:t>
      </w:r>
      <w:r w:rsidR="007A4371">
        <w:t>Schvaluje</w:t>
      </w:r>
    </w:p>
    <w:p w:rsidR="00554408" w:rsidRDefault="007A4371" w:rsidP="0055440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C03E2">
        <w:rPr>
          <w:rFonts w:ascii="Tahoma" w:hAnsi="Tahoma" w:cs="Tahoma"/>
          <w:sz w:val="20"/>
          <w:szCs w:val="20"/>
        </w:rPr>
        <w:t>ml</w:t>
      </w:r>
      <w:r>
        <w:rPr>
          <w:rFonts w:ascii="Tahoma" w:hAnsi="Tahoma" w:cs="Tahoma"/>
          <w:sz w:val="20"/>
          <w:szCs w:val="20"/>
        </w:rPr>
        <w:t>ouvu</w:t>
      </w:r>
      <w:r w:rsidR="008C03E2">
        <w:rPr>
          <w:rFonts w:ascii="Tahoma" w:hAnsi="Tahoma" w:cs="Tahoma"/>
          <w:sz w:val="20"/>
          <w:szCs w:val="20"/>
        </w:rPr>
        <w:t xml:space="preserve"> o využití systému zavedeného městem Strakonice pro nakládání s komunálním </w:t>
      </w:r>
      <w:r>
        <w:rPr>
          <w:rFonts w:ascii="Tahoma" w:hAnsi="Tahoma" w:cs="Tahoma"/>
          <w:sz w:val="20"/>
          <w:szCs w:val="20"/>
        </w:rPr>
        <w:t>odpadem</w:t>
      </w:r>
      <w:r w:rsidR="00EB459B" w:rsidRPr="00EB459B">
        <w:rPr>
          <w:rFonts w:ascii="Tahoma" w:hAnsi="Tahoma" w:cs="Tahoma"/>
          <w:sz w:val="20"/>
          <w:szCs w:val="20"/>
        </w:rPr>
        <w:t>.</w:t>
      </w:r>
    </w:p>
    <w:p w:rsidR="007A4371" w:rsidRDefault="007A4371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</w:pPr>
      <w:r w:rsidRPr="005E0400">
        <w:t>I</w:t>
      </w:r>
      <w:r>
        <w:t>I</w:t>
      </w:r>
      <w:r w:rsidRPr="005E0400">
        <w:t xml:space="preserve">. </w:t>
      </w:r>
      <w:r w:rsidR="00EB459B">
        <w:t>Pověřuje</w:t>
      </w:r>
    </w:p>
    <w:p w:rsidR="007A4371" w:rsidRPr="00265DAB" w:rsidRDefault="007A4371" w:rsidP="00265D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vedoucího odboru životního prostředí Ing. Jaroslava Brůžka a jeho zástupkyni Ing. Lucii Klimešovou podpisem předmětných smluv.</w:t>
      </w:r>
    </w:p>
    <w:p w:rsidR="00265DAB" w:rsidRDefault="00265DAB" w:rsidP="00AA7E7E">
      <w:pPr>
        <w:rPr>
          <w:rFonts w:ascii="Tahoma" w:hAnsi="Tahoma" w:cs="Tahoma"/>
          <w:sz w:val="20"/>
          <w:szCs w:val="20"/>
        </w:rPr>
      </w:pPr>
    </w:p>
    <w:p w:rsidR="00053C5A" w:rsidRPr="00B21534" w:rsidRDefault="00F55858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C0862">
        <w:rPr>
          <w:rFonts w:ascii="Tahoma" w:hAnsi="Tahoma" w:cs="Tahoma"/>
          <w:sz w:val="24"/>
        </w:rPr>
        <w:t xml:space="preserve">Objednávky OŽP za </w:t>
      </w:r>
      <w:r w:rsidR="00DF3FDC">
        <w:rPr>
          <w:rFonts w:ascii="Tahoma" w:hAnsi="Tahoma" w:cs="Tahoma"/>
          <w:sz w:val="24"/>
        </w:rPr>
        <w:t xml:space="preserve">květen </w:t>
      </w:r>
      <w:r w:rsidRPr="006C0862">
        <w:rPr>
          <w:rFonts w:ascii="Tahoma" w:hAnsi="Tahoma" w:cs="Tahoma"/>
          <w:sz w:val="24"/>
        </w:rPr>
        <w:t>202</w:t>
      </w:r>
      <w:r w:rsidR="00AC01CC">
        <w:rPr>
          <w:rFonts w:ascii="Tahoma" w:hAnsi="Tahoma" w:cs="Tahoma"/>
          <w:sz w:val="24"/>
        </w:rPr>
        <w:t>1</w:t>
      </w:r>
    </w:p>
    <w:p w:rsidR="00053C5A" w:rsidRPr="005E0400" w:rsidRDefault="00053C5A" w:rsidP="00053C5A">
      <w:pPr>
        <w:jc w:val="both"/>
        <w:rPr>
          <w:rFonts w:ascii="Tahoma" w:hAnsi="Tahoma" w:cs="Tahoma"/>
          <w:sz w:val="20"/>
          <w:szCs w:val="20"/>
        </w:rPr>
      </w:pPr>
    </w:p>
    <w:p w:rsidR="00F55858" w:rsidRPr="005E0400" w:rsidRDefault="00F55858" w:rsidP="00F5585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F55858" w:rsidRPr="005E0400" w:rsidRDefault="00F55858" w:rsidP="00F55858">
      <w:pPr>
        <w:rPr>
          <w:rFonts w:ascii="Tahoma" w:hAnsi="Tahoma" w:cs="Tahoma"/>
          <w:sz w:val="20"/>
          <w:szCs w:val="20"/>
        </w:rPr>
      </w:pPr>
    </w:p>
    <w:p w:rsidR="00F55858" w:rsidRPr="005E0400" w:rsidRDefault="00F55858" w:rsidP="00F55858">
      <w:pPr>
        <w:pStyle w:val="Nadpis3"/>
      </w:pPr>
      <w:r w:rsidRPr="005E0400">
        <w:t xml:space="preserve">I. </w:t>
      </w:r>
      <w:r>
        <w:t>Bere na vědomí</w:t>
      </w:r>
    </w:p>
    <w:p w:rsidR="00F55858" w:rsidRPr="00265DAB" w:rsidRDefault="00F55858" w:rsidP="00265DAB">
      <w:pPr>
        <w:rPr>
          <w:rFonts w:ascii="Tahoma" w:hAnsi="Tahoma" w:cs="Tahoma"/>
          <w:sz w:val="20"/>
          <w:szCs w:val="20"/>
        </w:rPr>
      </w:pPr>
      <w:r w:rsidRPr="00265DAB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DF3FDC" w:rsidRPr="00265DAB">
        <w:rPr>
          <w:rFonts w:ascii="Tahoma" w:hAnsi="Tahoma" w:cs="Tahoma"/>
          <w:sz w:val="20"/>
          <w:szCs w:val="20"/>
        </w:rPr>
        <w:t>květen</w:t>
      </w:r>
      <w:r w:rsidR="00AC01CC" w:rsidRPr="00265DAB">
        <w:rPr>
          <w:rFonts w:ascii="Tahoma" w:hAnsi="Tahoma" w:cs="Tahoma"/>
          <w:sz w:val="20"/>
          <w:szCs w:val="20"/>
        </w:rPr>
        <w:t xml:space="preserve"> 2021</w:t>
      </w:r>
      <w:r w:rsidRPr="00265DAB">
        <w:rPr>
          <w:rFonts w:ascii="Tahoma" w:hAnsi="Tahoma" w:cs="Tahoma"/>
          <w:sz w:val="20"/>
          <w:szCs w:val="20"/>
        </w:rPr>
        <w:t>.</w:t>
      </w:r>
    </w:p>
    <w:p w:rsidR="00F55858" w:rsidRPr="00265DAB" w:rsidRDefault="00F55858" w:rsidP="00265DAB">
      <w:pPr>
        <w:rPr>
          <w:rFonts w:ascii="Tahoma" w:hAnsi="Tahoma" w:cs="Tahoma"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50DA4"/>
    <w:rsid w:val="000530EC"/>
    <w:rsid w:val="00053C5A"/>
    <w:rsid w:val="00061B60"/>
    <w:rsid w:val="00077160"/>
    <w:rsid w:val="00077D3A"/>
    <w:rsid w:val="000D04E9"/>
    <w:rsid w:val="001139DD"/>
    <w:rsid w:val="001A1D7A"/>
    <w:rsid w:val="001C15F9"/>
    <w:rsid w:val="001C6B43"/>
    <w:rsid w:val="00265DAB"/>
    <w:rsid w:val="0035309E"/>
    <w:rsid w:val="003C78C2"/>
    <w:rsid w:val="003D7520"/>
    <w:rsid w:val="003F2FAC"/>
    <w:rsid w:val="004248C1"/>
    <w:rsid w:val="005078BB"/>
    <w:rsid w:val="0055252F"/>
    <w:rsid w:val="00554408"/>
    <w:rsid w:val="00583C29"/>
    <w:rsid w:val="00586AF8"/>
    <w:rsid w:val="005A352B"/>
    <w:rsid w:val="005B73DA"/>
    <w:rsid w:val="005D3FA8"/>
    <w:rsid w:val="005E0400"/>
    <w:rsid w:val="005F10FE"/>
    <w:rsid w:val="0060063D"/>
    <w:rsid w:val="00641E7A"/>
    <w:rsid w:val="00694F34"/>
    <w:rsid w:val="006C0862"/>
    <w:rsid w:val="006F573C"/>
    <w:rsid w:val="00723260"/>
    <w:rsid w:val="0074024C"/>
    <w:rsid w:val="007A2904"/>
    <w:rsid w:val="007A4371"/>
    <w:rsid w:val="008867CB"/>
    <w:rsid w:val="008A1356"/>
    <w:rsid w:val="008C03E2"/>
    <w:rsid w:val="008E6A45"/>
    <w:rsid w:val="0093061E"/>
    <w:rsid w:val="009B3FED"/>
    <w:rsid w:val="009D03FD"/>
    <w:rsid w:val="009E26DB"/>
    <w:rsid w:val="00A432F0"/>
    <w:rsid w:val="00A60444"/>
    <w:rsid w:val="00A708C5"/>
    <w:rsid w:val="00AA7E7E"/>
    <w:rsid w:val="00AC01CC"/>
    <w:rsid w:val="00AC5ED4"/>
    <w:rsid w:val="00AD12D0"/>
    <w:rsid w:val="00B21534"/>
    <w:rsid w:val="00B37AD8"/>
    <w:rsid w:val="00B937F9"/>
    <w:rsid w:val="00BD0F0F"/>
    <w:rsid w:val="00BD2255"/>
    <w:rsid w:val="00BF7E67"/>
    <w:rsid w:val="00D42EA9"/>
    <w:rsid w:val="00D4421A"/>
    <w:rsid w:val="00DB4F9D"/>
    <w:rsid w:val="00DB75C9"/>
    <w:rsid w:val="00DF2685"/>
    <w:rsid w:val="00DF3FDC"/>
    <w:rsid w:val="00DF76B0"/>
    <w:rsid w:val="00E14249"/>
    <w:rsid w:val="00E30530"/>
    <w:rsid w:val="00E64084"/>
    <w:rsid w:val="00EB459B"/>
    <w:rsid w:val="00F10D67"/>
    <w:rsid w:val="00F55858"/>
    <w:rsid w:val="00F86B17"/>
    <w:rsid w:val="00FB3FD2"/>
    <w:rsid w:val="00FE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5FAD2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4F9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143</TotalTime>
  <Pages>2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13</cp:revision>
  <cp:lastPrinted>2021-02-03T08:07:00Z</cp:lastPrinted>
  <dcterms:created xsi:type="dcterms:W3CDTF">2021-05-05T12:30:00Z</dcterms:created>
  <dcterms:modified xsi:type="dcterms:W3CDTF">2021-06-03T05:18:00Z</dcterms:modified>
</cp:coreProperties>
</file>